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6170"/>
      </w:tblGrid>
      <w:tr w:rsidR="001B2ABD" w:rsidRPr="00DA230E" w14:paraId="2732A1EE" w14:textId="77777777" w:rsidTr="00CD7668">
        <w:trPr>
          <w:trHeight w:val="4410"/>
        </w:trPr>
        <w:tc>
          <w:tcPr>
            <w:tcW w:w="3600" w:type="dxa"/>
            <w:vAlign w:val="bottom"/>
          </w:tcPr>
          <w:p w14:paraId="576B34E8" w14:textId="4E65BA28" w:rsidR="001B2ABD" w:rsidRPr="00DA230E" w:rsidRDefault="000E6060" w:rsidP="001B2ABD">
            <w:pPr>
              <w:tabs>
                <w:tab w:val="left" w:pos="990"/>
              </w:tabs>
              <w:jc w:val="center"/>
              <w:rPr>
                <w:lang w:val="en-GB"/>
              </w:rPr>
            </w:pPr>
            <w:r>
              <w:rPr>
                <w:noProof/>
                <w:lang w:val="en-GB" w:bidi="en-GB"/>
              </w:rPr>
              <w:drawing>
                <wp:inline distT="0" distB="0" distL="0" distR="0" wp14:anchorId="30502E54" wp14:editId="766C6DB0">
                  <wp:extent cx="2035175" cy="2198834"/>
                  <wp:effectExtent l="209550" t="209550" r="231775" b="220980"/>
                  <wp:docPr id="116425697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4256979" name="Picture 1164256979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0501" cy="2204588"/>
                          </a:xfrm>
                          <a:prstGeom prst="ellipse">
                            <a:avLst/>
                          </a:prstGeom>
                          <a:ln w="190500" cap="rnd">
                            <a:solidFill>
                              <a:srgbClr val="C8C6BD"/>
                            </a:solidFill>
                            <a:prstDash val="solid"/>
                          </a:ln>
                          <a:effectLst>
                            <a:outerShdw blurRad="127000" algn="bl" rotWithShape="0">
                              <a:srgbClr val="000000"/>
                            </a:outerShdw>
                          </a:effectLst>
                          <a:scene3d>
                            <a:camera prst="perspectiveFront" fov="5400000"/>
                            <a:lightRig rig="threePt" dir="t">
                              <a:rot lat="0" lon="0" rev="19200000"/>
                            </a:lightRig>
                          </a:scene3d>
                          <a:sp3d extrusionH="25400">
                            <a:bevelT w="304800" h="152400" prst="hardEdge"/>
                            <a:extrusionClr>
                              <a:srgbClr val="000000"/>
                            </a:extrusion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46D99B25" w14:textId="77777777" w:rsidR="001B2ABD" w:rsidRPr="00DA230E" w:rsidRDefault="001B2ABD" w:rsidP="000C45FF">
            <w:pPr>
              <w:tabs>
                <w:tab w:val="left" w:pos="990"/>
              </w:tabs>
              <w:rPr>
                <w:lang w:val="en-GB"/>
              </w:rPr>
            </w:pPr>
          </w:p>
        </w:tc>
        <w:tc>
          <w:tcPr>
            <w:tcW w:w="6170" w:type="dxa"/>
            <w:vAlign w:val="bottom"/>
          </w:tcPr>
          <w:p w14:paraId="04927A14" w14:textId="77777777" w:rsidR="0034463E" w:rsidRPr="00BC7A84" w:rsidRDefault="0034463E" w:rsidP="0034463E">
            <w:pPr>
              <w:pStyle w:val="Title"/>
              <w:rPr>
                <w:sz w:val="72"/>
                <w:szCs w:val="72"/>
                <w:lang w:val="en-GB"/>
              </w:rPr>
            </w:pPr>
            <w:r w:rsidRPr="00BC7A84">
              <w:rPr>
                <w:sz w:val="72"/>
                <w:szCs w:val="72"/>
                <w:lang w:val="en-GB"/>
              </w:rPr>
              <w:t xml:space="preserve">Muhammad </w:t>
            </w:r>
          </w:p>
          <w:p w14:paraId="32F15156" w14:textId="77777777" w:rsidR="0034463E" w:rsidRPr="00BC7A84" w:rsidRDefault="0034463E" w:rsidP="0034463E">
            <w:pPr>
              <w:pStyle w:val="Title"/>
              <w:rPr>
                <w:sz w:val="72"/>
                <w:szCs w:val="72"/>
                <w:lang w:val="en-GB"/>
              </w:rPr>
            </w:pPr>
            <w:r w:rsidRPr="00BC7A84">
              <w:rPr>
                <w:sz w:val="72"/>
                <w:szCs w:val="72"/>
                <w:lang w:val="en-GB"/>
              </w:rPr>
              <w:t>Junaid</w:t>
            </w:r>
          </w:p>
          <w:p w14:paraId="1BABC1B3" w14:textId="39E3962C" w:rsidR="001B2ABD" w:rsidRPr="00DA230E" w:rsidRDefault="00F66609" w:rsidP="001B2ABD">
            <w:pPr>
              <w:pStyle w:val="Subtitle"/>
              <w:rPr>
                <w:lang w:val="en-GB"/>
              </w:rPr>
            </w:pPr>
            <w:r>
              <w:rPr>
                <w:spacing w:val="0"/>
                <w:w w:val="100"/>
                <w:sz w:val="24"/>
                <w:szCs w:val="22"/>
                <w:lang w:val="en-GB"/>
              </w:rPr>
              <w:t>SEO Specialist &amp; Data Analyst</w:t>
            </w:r>
          </w:p>
        </w:tc>
      </w:tr>
      <w:tr w:rsidR="001B2ABD" w:rsidRPr="00DA230E" w14:paraId="795A5803" w14:textId="77777777" w:rsidTr="00CD7668">
        <w:tc>
          <w:tcPr>
            <w:tcW w:w="3600" w:type="dxa"/>
          </w:tcPr>
          <w:sdt>
            <w:sdtPr>
              <w:rPr>
                <w:lang w:val="en-GB"/>
              </w:rPr>
              <w:id w:val="-1711873194"/>
              <w:placeholder>
                <w:docPart w:val="FD58EF2661684BDCB0C47F23FCEFFE2D"/>
              </w:placeholder>
              <w:temporary/>
              <w:showingPlcHdr/>
              <w15:appearance w15:val="hidden"/>
            </w:sdtPr>
            <w:sdtEndPr/>
            <w:sdtContent>
              <w:p w14:paraId="5C7B0040" w14:textId="77777777" w:rsidR="001B2ABD" w:rsidRPr="00DA230E" w:rsidRDefault="00036450" w:rsidP="00036450">
                <w:pPr>
                  <w:pStyle w:val="Heading3"/>
                  <w:rPr>
                    <w:lang w:val="en-GB"/>
                  </w:rPr>
                </w:pPr>
                <w:r w:rsidRPr="00DA230E">
                  <w:rPr>
                    <w:lang w:val="en-GB" w:bidi="en-GB"/>
                  </w:rPr>
                  <w:t>Profile</w:t>
                </w:r>
              </w:p>
            </w:sdtContent>
          </w:sdt>
          <w:p w14:paraId="4496A74D" w14:textId="090DDB58" w:rsidR="00D861A6" w:rsidRPr="00D861A6" w:rsidRDefault="002A7C55" w:rsidP="00D861A6">
            <w:pPr>
              <w:pBdr>
                <w:bottom w:val="single" w:sz="6" w:space="1" w:color="auto"/>
              </w:pBdr>
              <w:rPr>
                <w:lang w:val="en-GB"/>
              </w:rPr>
            </w:pPr>
            <w:r w:rsidRPr="002A7C55">
              <w:rPr>
                <w:lang w:val="en-GB"/>
              </w:rPr>
              <w:t xml:space="preserve">I’m Junaid currently studying BS. Data Science. </w:t>
            </w:r>
            <w:r w:rsidR="00D861A6" w:rsidRPr="00D861A6">
              <w:rPr>
                <w:lang w:val="en-GB"/>
              </w:rPr>
              <w:t xml:space="preserve">As an experienced digital marketer, I bring a unique blend of skills to the table, including expertise in SEO, guest posting. With a proven track record of improving website traffic, increasing search engine rankings, and creating high-quality content, I can help you take your online presence to the next level. Whether you need help with keyword research, </w:t>
            </w:r>
            <w:r w:rsidR="00AC79E4">
              <w:rPr>
                <w:lang w:val="en-GB"/>
              </w:rPr>
              <w:t>off-page</w:t>
            </w:r>
            <w:r w:rsidR="00D861A6" w:rsidRPr="00D861A6">
              <w:rPr>
                <w:lang w:val="en-GB"/>
              </w:rPr>
              <w:t xml:space="preserve"> optimization, </w:t>
            </w:r>
            <w:r w:rsidR="00AC79E4">
              <w:rPr>
                <w:lang w:val="en-GB"/>
              </w:rPr>
              <w:t xml:space="preserve">or </w:t>
            </w:r>
            <w:r w:rsidR="00D861A6" w:rsidRPr="00D861A6">
              <w:rPr>
                <w:lang w:val="en-GB"/>
              </w:rPr>
              <w:t xml:space="preserve">link building. I have the skills and experience to deliver exceptional results. Let's work together to achieve your goals and drive </w:t>
            </w:r>
            <w:r w:rsidR="00AC79E4">
              <w:rPr>
                <w:lang w:val="en-GB"/>
              </w:rPr>
              <w:t>success</w:t>
            </w:r>
          </w:p>
          <w:p w14:paraId="629D193A" w14:textId="77777777" w:rsidR="00D861A6" w:rsidRDefault="00D861A6" w:rsidP="00D861A6">
            <w:pPr>
              <w:pStyle w:val="z-BottomofForm"/>
            </w:pPr>
            <w:r>
              <w:t>Bottom of Form</w:t>
            </w:r>
          </w:p>
          <w:p w14:paraId="3FDDA142" w14:textId="77777777" w:rsidR="00D861A6" w:rsidRDefault="00D861A6" w:rsidP="00D861A6">
            <w:pPr>
              <w:pStyle w:val="z-TopofForm"/>
            </w:pPr>
            <w:r>
              <w:t>Top of Form</w:t>
            </w:r>
          </w:p>
          <w:p w14:paraId="2B492C63" w14:textId="34803CFD" w:rsidR="002A7C55" w:rsidRPr="002A7C55" w:rsidRDefault="002A7C55" w:rsidP="002A7C55">
            <w:pPr>
              <w:pBdr>
                <w:top w:val="single" w:sz="6" w:space="1" w:color="auto"/>
              </w:pBdr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val="en-GB" w:eastAsia="en-GB"/>
              </w:rPr>
            </w:pPr>
            <w:r w:rsidRPr="002A7C55">
              <w:rPr>
                <w:rFonts w:ascii="Arial" w:eastAsia="Times New Roman" w:hAnsi="Arial" w:cs="Arial"/>
                <w:vanish/>
                <w:sz w:val="16"/>
                <w:szCs w:val="16"/>
                <w:lang w:val="en-GB" w:eastAsia="en-GB"/>
              </w:rPr>
              <w:t>Bottom of Form</w:t>
            </w:r>
          </w:p>
          <w:p w14:paraId="31389627" w14:textId="77777777" w:rsidR="002A7C55" w:rsidRPr="002A7C55" w:rsidRDefault="002A7C55" w:rsidP="002A7C55">
            <w:pPr>
              <w:pBdr>
                <w:bottom w:val="single" w:sz="6" w:space="1" w:color="auto"/>
              </w:pBdr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val="en-GB" w:eastAsia="en-GB"/>
              </w:rPr>
            </w:pPr>
            <w:r w:rsidRPr="002A7C55">
              <w:rPr>
                <w:rFonts w:ascii="Arial" w:eastAsia="Times New Roman" w:hAnsi="Arial" w:cs="Arial"/>
                <w:vanish/>
                <w:sz w:val="16"/>
                <w:szCs w:val="16"/>
                <w:lang w:val="en-GB" w:eastAsia="en-GB"/>
              </w:rPr>
              <w:t>Top of Form</w:t>
            </w:r>
          </w:p>
          <w:sdt>
            <w:sdtPr>
              <w:rPr>
                <w:lang w:val="en-GB"/>
              </w:rPr>
              <w:id w:val="-1954003311"/>
              <w:placeholder>
                <w:docPart w:val="E8364DA93BD542AFA3A6C7B5B2AB3D09"/>
              </w:placeholder>
              <w:temporary/>
              <w:showingPlcHdr/>
              <w15:appearance w15:val="hidden"/>
            </w:sdtPr>
            <w:sdtEndPr/>
            <w:sdtContent>
              <w:p w14:paraId="3DE30757" w14:textId="77777777" w:rsidR="00036450" w:rsidRPr="00DA230E" w:rsidRDefault="004813B3" w:rsidP="00036450">
                <w:pPr>
                  <w:pStyle w:val="Heading3"/>
                  <w:rPr>
                    <w:lang w:val="en-GB"/>
                  </w:rPr>
                </w:pPr>
                <w:r w:rsidRPr="00DA230E">
                  <w:rPr>
                    <w:lang w:val="en-GB" w:bidi="en-GB"/>
                  </w:rPr>
                  <w:t>CONTACT</w:t>
                </w:r>
              </w:p>
            </w:sdtContent>
          </w:sdt>
          <w:p w14:paraId="4961ABB5" w14:textId="6589CDB9" w:rsidR="00C945C9" w:rsidRPr="00DA230E" w:rsidRDefault="000F0511" w:rsidP="00C945C9">
            <w:pPr>
              <w:rPr>
                <w:lang w:val="en-GB"/>
              </w:rPr>
            </w:pPr>
            <w:r>
              <w:rPr>
                <w:lang w:val="en-GB"/>
              </w:rPr>
              <w:t>+</w:t>
            </w:r>
            <w:r w:rsidR="00713299">
              <w:rPr>
                <w:lang w:val="en-GB"/>
              </w:rPr>
              <w:t>92</w:t>
            </w:r>
            <w:r w:rsidR="00455F8B">
              <w:rPr>
                <w:lang w:val="en-GB"/>
              </w:rPr>
              <w:t>3351919964</w:t>
            </w:r>
          </w:p>
          <w:p w14:paraId="111520A5" w14:textId="77777777" w:rsidR="004D3011" w:rsidRPr="00DA230E" w:rsidRDefault="004D3011" w:rsidP="004D3011">
            <w:pPr>
              <w:rPr>
                <w:lang w:val="en-GB"/>
              </w:rPr>
            </w:pPr>
          </w:p>
          <w:sdt>
            <w:sdtPr>
              <w:rPr>
                <w:lang w:val="en-GB"/>
              </w:rPr>
              <w:id w:val="-240260293"/>
              <w:placeholder>
                <w:docPart w:val="623E0E2230944882BF225D08009F4557"/>
              </w:placeholder>
              <w:temporary/>
              <w:showingPlcHdr/>
              <w15:appearance w15:val="hidden"/>
            </w:sdtPr>
            <w:sdtEndPr/>
            <w:sdtContent>
              <w:p w14:paraId="72922325" w14:textId="77777777" w:rsidR="004D3011" w:rsidRPr="00DA230E" w:rsidRDefault="004D3011" w:rsidP="004D3011">
                <w:pPr>
                  <w:rPr>
                    <w:lang w:val="en-GB"/>
                  </w:rPr>
                </w:pPr>
                <w:r w:rsidRPr="0034463E">
                  <w:rPr>
                    <w:rFonts w:asciiTheme="majorHAnsi" w:eastAsiaTheme="majorEastAsia" w:hAnsiTheme="majorHAnsi" w:cstheme="majorBidi"/>
                    <w:b/>
                    <w:caps/>
                    <w:color w:val="548AB7" w:themeColor="accent1" w:themeShade="BF"/>
                    <w:sz w:val="22"/>
                    <w:szCs w:val="24"/>
                    <w:lang w:val="en-GB" w:bidi="en-GB"/>
                  </w:rPr>
                  <w:t>EMAIL ADDRESS:</w:t>
                </w:r>
              </w:p>
            </w:sdtContent>
          </w:sdt>
          <w:p w14:paraId="6B5B2E09" w14:textId="4F09EE7C" w:rsidR="00036450" w:rsidRDefault="00AC79E4" w:rsidP="004D3011">
            <w:pPr>
              <w:rPr>
                <w:lang w:val="en-GB"/>
              </w:rPr>
            </w:pPr>
            <w:hyperlink r:id="rId11" w:history="1">
              <w:r w:rsidRPr="00CC4FF4">
                <w:rPr>
                  <w:rStyle w:val="Hyperlink"/>
                  <w:lang w:val="en-GB"/>
                </w:rPr>
                <w:t>junaidseo04@gmail.com</w:t>
              </w:r>
            </w:hyperlink>
          </w:p>
          <w:p w14:paraId="03F492AA" w14:textId="77777777" w:rsidR="00C945C9" w:rsidRDefault="00C945C9" w:rsidP="004D3011">
            <w:pPr>
              <w:rPr>
                <w:lang w:val="en-GB"/>
              </w:rPr>
            </w:pPr>
          </w:p>
          <w:p w14:paraId="6CEFE329" w14:textId="2B1CA039" w:rsidR="007448C5" w:rsidRPr="007448C5" w:rsidRDefault="007448C5" w:rsidP="007448C5">
            <w:pPr>
              <w:rPr>
                <w:b/>
                <w:bCs/>
                <w:color w:val="548AB7" w:themeColor="accent1" w:themeShade="BF"/>
                <w:sz w:val="22"/>
                <w:szCs w:val="28"/>
                <w:lang w:val="en-GB"/>
              </w:rPr>
            </w:pPr>
            <w:r w:rsidRPr="007448C5">
              <w:rPr>
                <w:b/>
                <w:bCs/>
                <w:color w:val="548AB7" w:themeColor="accent1" w:themeShade="BF"/>
                <w:sz w:val="22"/>
                <w:szCs w:val="28"/>
                <w:lang w:val="en-GB"/>
              </w:rPr>
              <w:t>LINKEDIN</w:t>
            </w:r>
          </w:p>
          <w:p w14:paraId="6DB8201A" w14:textId="353F97A2" w:rsidR="007448C5" w:rsidRDefault="00AC79E4" w:rsidP="004D3011">
            <w:pPr>
              <w:rPr>
                <w:lang w:val="en-GB"/>
              </w:rPr>
            </w:pPr>
            <w:hyperlink r:id="rId12" w:history="1">
              <w:r w:rsidRPr="00CC4FF4">
                <w:rPr>
                  <w:rStyle w:val="Hyperlink"/>
                  <w:lang w:val="en-GB"/>
                </w:rPr>
                <w:t>https://linkedin.com/in/junaidkhan04</w:t>
              </w:r>
            </w:hyperlink>
            <w:r w:rsidR="007448C5">
              <w:rPr>
                <w:lang w:val="en-GB"/>
              </w:rPr>
              <w:t xml:space="preserve">   </w:t>
            </w:r>
          </w:p>
          <w:p w14:paraId="000E673F" w14:textId="604D02F6" w:rsidR="00C945C9" w:rsidRDefault="00C945C9" w:rsidP="00C945C9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SKILLS</w:t>
            </w:r>
          </w:p>
          <w:p w14:paraId="5581B320" w14:textId="7B223B0B" w:rsidR="00AC79E4" w:rsidRPr="00AC79E4" w:rsidRDefault="00AC79E4" w:rsidP="00AC79E4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SEO</w:t>
            </w:r>
          </w:p>
          <w:p w14:paraId="20F46083" w14:textId="04914E9E" w:rsidR="00AC79E4" w:rsidRDefault="00AC79E4" w:rsidP="00AC79E4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OFF-PAGE SEO</w:t>
            </w:r>
          </w:p>
          <w:p w14:paraId="3447A256" w14:textId="1B14E087" w:rsidR="00AC79E4" w:rsidRPr="00AC79E4" w:rsidRDefault="00AC79E4" w:rsidP="00AC79E4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DATA ANALYSIS</w:t>
            </w:r>
          </w:p>
          <w:p w14:paraId="6C289C2E" w14:textId="77777777" w:rsidR="009467F4" w:rsidRDefault="009467F4" w:rsidP="009467F4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DATA VISUALIZATION</w:t>
            </w:r>
          </w:p>
          <w:p w14:paraId="5FC87CC7" w14:textId="46F8962B" w:rsidR="00C945C9" w:rsidRDefault="00C945C9" w:rsidP="00C945C9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WEB SCRAPING</w:t>
            </w:r>
          </w:p>
          <w:p w14:paraId="6E244C94" w14:textId="77777777" w:rsidR="007448C5" w:rsidRDefault="007448C5" w:rsidP="007448C5">
            <w:pPr>
              <w:pStyle w:val="ListParagraph"/>
              <w:rPr>
                <w:lang w:val="en-GB"/>
              </w:rPr>
            </w:pPr>
          </w:p>
          <w:p w14:paraId="787F01EA" w14:textId="05431985" w:rsidR="00C945C9" w:rsidRPr="007448C5" w:rsidRDefault="007448C5" w:rsidP="00C945C9">
            <w:pPr>
              <w:rPr>
                <w:b/>
                <w:bCs/>
                <w:color w:val="548AB7" w:themeColor="accent1" w:themeShade="BF"/>
                <w:sz w:val="22"/>
                <w:szCs w:val="28"/>
                <w:lang w:val="en-GB"/>
              </w:rPr>
            </w:pPr>
            <w:r w:rsidRPr="007448C5">
              <w:rPr>
                <w:b/>
                <w:bCs/>
                <w:color w:val="548AB7" w:themeColor="accent1" w:themeShade="BF"/>
                <w:sz w:val="22"/>
                <w:szCs w:val="28"/>
                <w:lang w:val="en-GB"/>
              </w:rPr>
              <w:t>Language</w:t>
            </w:r>
          </w:p>
          <w:p w14:paraId="43FF104A" w14:textId="77777777" w:rsidR="004D3011" w:rsidRDefault="007448C5" w:rsidP="007448C5">
            <w:pPr>
              <w:pStyle w:val="ListParagraph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  <w:p w14:paraId="09D63F98" w14:textId="77777777" w:rsidR="007448C5" w:rsidRDefault="007448C5" w:rsidP="007448C5">
            <w:pPr>
              <w:pStyle w:val="ListParagraph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Urdu</w:t>
            </w:r>
          </w:p>
          <w:p w14:paraId="6F468973" w14:textId="77777777" w:rsidR="007448C5" w:rsidRPr="000F0511" w:rsidRDefault="007448C5" w:rsidP="000F0511">
            <w:pPr>
              <w:ind w:left="360"/>
              <w:rPr>
                <w:lang w:val="en-GB"/>
              </w:rPr>
            </w:pPr>
          </w:p>
          <w:p w14:paraId="592EAA90" w14:textId="77777777" w:rsidR="007448C5" w:rsidRDefault="007448C5" w:rsidP="002A7C55">
            <w:pPr>
              <w:rPr>
                <w:b/>
                <w:bCs/>
                <w:color w:val="548AB7" w:themeColor="accent1" w:themeShade="BF"/>
                <w:sz w:val="22"/>
                <w:szCs w:val="28"/>
                <w:lang w:val="en-GB"/>
              </w:rPr>
            </w:pPr>
            <w:r w:rsidRPr="007448C5">
              <w:rPr>
                <w:b/>
                <w:bCs/>
                <w:color w:val="548AB7" w:themeColor="accent1" w:themeShade="BF"/>
                <w:sz w:val="22"/>
                <w:szCs w:val="28"/>
                <w:lang w:val="en-GB"/>
              </w:rPr>
              <w:t>Hobbies</w:t>
            </w:r>
          </w:p>
          <w:p w14:paraId="48BDC985" w14:textId="77777777" w:rsidR="00624A7C" w:rsidRDefault="00624A7C" w:rsidP="00624A7C">
            <w:pPr>
              <w:pStyle w:val="ListParagraph"/>
              <w:numPr>
                <w:ilvl w:val="0"/>
                <w:numId w:val="6"/>
              </w:numPr>
              <w:rPr>
                <w:lang w:val="en-GB"/>
              </w:rPr>
            </w:pPr>
            <w:r>
              <w:rPr>
                <w:lang w:val="en-GB"/>
              </w:rPr>
              <w:t>Music</w:t>
            </w:r>
          </w:p>
          <w:p w14:paraId="3468046F" w14:textId="5492BD3A" w:rsidR="00624A7C" w:rsidRPr="00624A7C" w:rsidRDefault="00624A7C" w:rsidP="00624A7C">
            <w:pPr>
              <w:pStyle w:val="ListParagraph"/>
              <w:numPr>
                <w:ilvl w:val="0"/>
                <w:numId w:val="6"/>
              </w:numPr>
              <w:rPr>
                <w:lang w:val="en-GB"/>
              </w:rPr>
            </w:pPr>
            <w:r>
              <w:rPr>
                <w:lang w:val="en-GB"/>
              </w:rPr>
              <w:t>Cricket</w:t>
            </w:r>
          </w:p>
        </w:tc>
        <w:tc>
          <w:tcPr>
            <w:tcW w:w="720" w:type="dxa"/>
          </w:tcPr>
          <w:p w14:paraId="157EDB30" w14:textId="77777777" w:rsidR="001B2ABD" w:rsidRPr="00DA230E" w:rsidRDefault="001B2ABD" w:rsidP="000C45FF">
            <w:pPr>
              <w:tabs>
                <w:tab w:val="left" w:pos="990"/>
              </w:tabs>
              <w:rPr>
                <w:lang w:val="en-GB"/>
              </w:rPr>
            </w:pPr>
          </w:p>
        </w:tc>
        <w:tc>
          <w:tcPr>
            <w:tcW w:w="6170" w:type="dxa"/>
          </w:tcPr>
          <w:sdt>
            <w:sdtPr>
              <w:rPr>
                <w:lang w:val="en-GB"/>
              </w:rPr>
              <w:id w:val="1049110328"/>
              <w:placeholder>
                <w:docPart w:val="56C649B4B9944DFC9CBAC4B6A3AF4F50"/>
              </w:placeholder>
              <w:temporary/>
              <w:showingPlcHdr/>
              <w15:appearance w15:val="hidden"/>
            </w:sdtPr>
            <w:sdtEndPr/>
            <w:sdtContent>
              <w:p w14:paraId="3EAB7124" w14:textId="77777777" w:rsidR="001B2ABD" w:rsidRPr="00DA230E" w:rsidRDefault="00E25A26" w:rsidP="00036450">
                <w:pPr>
                  <w:pStyle w:val="Heading2"/>
                  <w:rPr>
                    <w:lang w:val="en-GB"/>
                  </w:rPr>
                </w:pPr>
                <w:r w:rsidRPr="00DA230E">
                  <w:rPr>
                    <w:lang w:val="en-GB" w:bidi="en-GB"/>
                  </w:rPr>
                  <w:t>EDUCATION</w:t>
                </w:r>
              </w:p>
            </w:sdtContent>
          </w:sdt>
          <w:p w14:paraId="52204E77" w14:textId="0E879185" w:rsidR="00036450" w:rsidRPr="00DA230E" w:rsidRDefault="000E6060" w:rsidP="00036450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Institute Of Management Sciences Peshawar</w:t>
            </w:r>
          </w:p>
          <w:p w14:paraId="3C6F03A5" w14:textId="1DFD36E7" w:rsidR="00036450" w:rsidRPr="00DA230E" w:rsidRDefault="000E6060" w:rsidP="00036450">
            <w:pPr>
              <w:pStyle w:val="Date"/>
              <w:rPr>
                <w:lang w:val="en-GB"/>
              </w:rPr>
            </w:pPr>
            <w:r>
              <w:rPr>
                <w:lang w:val="en-GB"/>
              </w:rPr>
              <w:t>2021</w:t>
            </w:r>
            <w:r w:rsidR="00036450" w:rsidRPr="00DA230E">
              <w:rPr>
                <w:lang w:val="en-GB" w:bidi="en-GB"/>
              </w:rPr>
              <w:t>-</w:t>
            </w:r>
            <w:r>
              <w:rPr>
                <w:lang w:val="en-GB"/>
              </w:rPr>
              <w:t>2025</w:t>
            </w:r>
          </w:p>
          <w:p w14:paraId="09EBB7AC" w14:textId="613FEF61" w:rsidR="004D3011" w:rsidRPr="00DA230E" w:rsidRDefault="000E6060" w:rsidP="00036450">
            <w:pPr>
              <w:rPr>
                <w:lang w:val="en-GB"/>
              </w:rPr>
            </w:pPr>
            <w:r>
              <w:rPr>
                <w:lang w:val="en-GB" w:bidi="en-GB"/>
              </w:rPr>
              <w:t>I’m currently studying BS-Data Science</w:t>
            </w:r>
          </w:p>
          <w:p w14:paraId="32F1F616" w14:textId="77777777" w:rsidR="00036450" w:rsidRPr="00DA230E" w:rsidRDefault="00036450" w:rsidP="00036450">
            <w:pPr>
              <w:rPr>
                <w:lang w:val="en-GB"/>
              </w:rPr>
            </w:pPr>
          </w:p>
          <w:p w14:paraId="077A711A" w14:textId="798B62C8" w:rsidR="00036450" w:rsidRPr="00DA230E" w:rsidRDefault="000E6060" w:rsidP="00036450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ICMS College System Peshawar</w:t>
            </w:r>
          </w:p>
          <w:p w14:paraId="7F51B461" w14:textId="3572B883" w:rsidR="00036450" w:rsidRPr="00DA230E" w:rsidRDefault="000E6060" w:rsidP="00036450">
            <w:pPr>
              <w:pStyle w:val="Date"/>
              <w:rPr>
                <w:lang w:val="en-GB"/>
              </w:rPr>
            </w:pPr>
            <w:r>
              <w:rPr>
                <w:lang w:val="en-GB"/>
              </w:rPr>
              <w:t>2019</w:t>
            </w:r>
            <w:r w:rsidR="00036450" w:rsidRPr="00DA230E">
              <w:rPr>
                <w:lang w:val="en-GB" w:bidi="en-GB"/>
              </w:rPr>
              <w:t>-</w:t>
            </w:r>
            <w:r>
              <w:rPr>
                <w:lang w:val="en-GB"/>
              </w:rPr>
              <w:t>2021</w:t>
            </w:r>
          </w:p>
          <w:p w14:paraId="7C81E771" w14:textId="7997B46B" w:rsidR="00036450" w:rsidRPr="00DA230E" w:rsidRDefault="000E6060" w:rsidP="00036450">
            <w:pPr>
              <w:rPr>
                <w:lang w:val="en-GB"/>
              </w:rPr>
            </w:pPr>
            <w:r>
              <w:rPr>
                <w:lang w:val="en-GB"/>
              </w:rPr>
              <w:t>I completed my F.SC Pre-Engineering with a B Grade</w:t>
            </w:r>
          </w:p>
          <w:sdt>
            <w:sdtPr>
              <w:rPr>
                <w:lang w:val="en-GB"/>
              </w:rPr>
              <w:id w:val="1001553383"/>
              <w:placeholder>
                <w:docPart w:val="D69607ACBBA449FE9C457BD284C43458"/>
              </w:placeholder>
              <w:temporary/>
              <w:showingPlcHdr/>
              <w15:appearance w15:val="hidden"/>
            </w:sdtPr>
            <w:sdtEndPr/>
            <w:sdtContent>
              <w:p w14:paraId="1E98E425" w14:textId="77777777" w:rsidR="00036450" w:rsidRPr="00DA230E" w:rsidRDefault="00036450" w:rsidP="00036450">
                <w:pPr>
                  <w:pStyle w:val="Heading2"/>
                  <w:rPr>
                    <w:lang w:val="en-GB"/>
                  </w:rPr>
                </w:pPr>
                <w:r w:rsidRPr="00DA230E">
                  <w:rPr>
                    <w:lang w:val="en-GB" w:bidi="en-GB"/>
                  </w:rPr>
                  <w:t>WORK EXPERIENCE</w:t>
                </w:r>
              </w:p>
            </w:sdtContent>
          </w:sdt>
          <w:p w14:paraId="6A753049" w14:textId="2AA3BF46" w:rsidR="00036450" w:rsidRPr="00DA230E" w:rsidRDefault="000E6060" w:rsidP="00036450">
            <w:pPr>
              <w:rPr>
                <w:bCs/>
                <w:lang w:val="en-GB"/>
              </w:rPr>
            </w:pPr>
            <w:r>
              <w:rPr>
                <w:b/>
                <w:lang w:val="en-GB"/>
              </w:rPr>
              <w:t>Fiverr</w:t>
            </w:r>
            <w:r w:rsidR="00036450" w:rsidRPr="00DA230E">
              <w:rPr>
                <w:lang w:val="en-GB" w:bidi="en-GB"/>
              </w:rPr>
              <w:t xml:space="preserve"> </w:t>
            </w:r>
            <w:r>
              <w:rPr>
                <w:lang w:val="en-GB" w:bidi="en-GB"/>
              </w:rPr>
              <w:t xml:space="preserve">- </w:t>
            </w:r>
            <w:r>
              <w:rPr>
                <w:b/>
                <w:lang w:val="en-GB"/>
              </w:rPr>
              <w:t>SEO</w:t>
            </w:r>
          </w:p>
          <w:p w14:paraId="2CCA6059" w14:textId="3BA9D850" w:rsidR="00036450" w:rsidRPr="00DA230E" w:rsidRDefault="000E6060" w:rsidP="00036450">
            <w:pPr>
              <w:rPr>
                <w:lang w:val="en-GB"/>
              </w:rPr>
            </w:pPr>
            <w:r>
              <w:rPr>
                <w:lang w:val="en-GB"/>
              </w:rPr>
              <w:t>202</w:t>
            </w:r>
            <w:r w:rsidR="00500423">
              <w:rPr>
                <w:lang w:val="en-GB"/>
              </w:rPr>
              <w:t>2</w:t>
            </w:r>
          </w:p>
          <w:p w14:paraId="09CA01AE" w14:textId="5EB65FD5" w:rsidR="004D3011" w:rsidRDefault="000E6060" w:rsidP="00036450">
            <w:pPr>
              <w:rPr>
                <w:lang w:val="en-GB" w:bidi="en-GB"/>
              </w:rPr>
            </w:pPr>
            <w:r>
              <w:rPr>
                <w:lang w:val="en-GB"/>
              </w:rPr>
              <w:t xml:space="preserve">I currently work on Fiverr as </w:t>
            </w:r>
            <w:r w:rsidR="00AC79E4">
              <w:rPr>
                <w:lang w:val="en-GB"/>
              </w:rPr>
              <w:t>an</w:t>
            </w:r>
            <w:r>
              <w:rPr>
                <w:lang w:val="en-GB"/>
              </w:rPr>
              <w:t xml:space="preserve"> </w:t>
            </w:r>
            <w:r w:rsidR="00AC79E4">
              <w:rPr>
                <w:lang w:val="en-GB"/>
              </w:rPr>
              <w:t>SEO specialist</w:t>
            </w:r>
            <w:r>
              <w:rPr>
                <w:lang w:val="en-GB"/>
              </w:rPr>
              <w:t>.</w:t>
            </w:r>
            <w:r w:rsidR="00036450" w:rsidRPr="00DA230E">
              <w:rPr>
                <w:lang w:val="en-GB" w:bidi="en-GB"/>
              </w:rPr>
              <w:t xml:space="preserve"> </w:t>
            </w:r>
          </w:p>
          <w:p w14:paraId="021FB9D6" w14:textId="77777777" w:rsidR="00500423" w:rsidRPr="00DA230E" w:rsidRDefault="00500423" w:rsidP="00036450">
            <w:pPr>
              <w:rPr>
                <w:lang w:val="en-GB"/>
              </w:rPr>
            </w:pPr>
          </w:p>
          <w:p w14:paraId="25AF1634" w14:textId="3EE57FA2" w:rsidR="004D3011" w:rsidRPr="00DA230E" w:rsidRDefault="000E6060" w:rsidP="004D3011">
            <w:pPr>
              <w:rPr>
                <w:bCs/>
                <w:lang w:val="en-GB"/>
              </w:rPr>
            </w:pPr>
            <w:r>
              <w:rPr>
                <w:b/>
                <w:lang w:val="en-GB"/>
              </w:rPr>
              <w:t>Freelancer</w:t>
            </w:r>
            <w:r w:rsidR="004D3011" w:rsidRPr="00DA230E">
              <w:rPr>
                <w:lang w:val="en-GB" w:bidi="en-GB"/>
              </w:rPr>
              <w:t xml:space="preserve"> </w:t>
            </w:r>
            <w:r>
              <w:rPr>
                <w:b/>
                <w:lang w:val="en-GB"/>
              </w:rPr>
              <w:t>- SEO</w:t>
            </w:r>
          </w:p>
          <w:p w14:paraId="48F37FE3" w14:textId="0880DD72" w:rsidR="004D3011" w:rsidRPr="00DA230E" w:rsidRDefault="0034463E" w:rsidP="004D3011">
            <w:pPr>
              <w:rPr>
                <w:lang w:val="en-GB"/>
              </w:rPr>
            </w:pPr>
            <w:r>
              <w:rPr>
                <w:lang w:val="en-GB"/>
              </w:rPr>
              <w:t>202</w:t>
            </w:r>
            <w:r w:rsidR="00500423">
              <w:rPr>
                <w:lang w:val="en-GB"/>
              </w:rPr>
              <w:t>2</w:t>
            </w:r>
          </w:p>
          <w:p w14:paraId="407E0DBE" w14:textId="00C46EDD" w:rsidR="004D3011" w:rsidRPr="00DA230E" w:rsidRDefault="000E6060" w:rsidP="004D3011">
            <w:pPr>
              <w:rPr>
                <w:lang w:val="en-GB"/>
              </w:rPr>
            </w:pPr>
            <w:r>
              <w:rPr>
                <w:lang w:val="en-GB"/>
              </w:rPr>
              <w:t xml:space="preserve">I currently work on Freelancer as </w:t>
            </w:r>
            <w:r w:rsidR="00AC79E4">
              <w:rPr>
                <w:lang w:val="en-GB"/>
              </w:rPr>
              <w:t>an</w:t>
            </w:r>
            <w:r>
              <w:rPr>
                <w:lang w:val="en-GB"/>
              </w:rPr>
              <w:t xml:space="preserve"> </w:t>
            </w:r>
            <w:r w:rsidR="00AC79E4">
              <w:rPr>
                <w:lang w:val="en-GB"/>
              </w:rPr>
              <w:t>SEO specialist</w:t>
            </w:r>
            <w:r w:rsidR="00036450" w:rsidRPr="00DA230E">
              <w:rPr>
                <w:lang w:val="en-GB" w:bidi="en-GB"/>
              </w:rPr>
              <w:t xml:space="preserve"> </w:t>
            </w:r>
          </w:p>
          <w:p w14:paraId="6351BD16" w14:textId="7799AC19" w:rsidR="00C945C9" w:rsidRDefault="0034463E" w:rsidP="00C945C9">
            <w:pPr>
              <w:pStyle w:val="Heading2"/>
              <w:rPr>
                <w:rFonts w:asciiTheme="minorHAnsi" w:eastAsiaTheme="minorEastAsia" w:hAnsiTheme="minorHAnsi" w:cstheme="minorBidi"/>
                <w:sz w:val="18"/>
                <w:szCs w:val="22"/>
                <w:lang w:val="en-GB"/>
              </w:rPr>
            </w:pPr>
            <w:r>
              <w:rPr>
                <w:lang w:val="en-GB"/>
              </w:rPr>
              <w:t>CERTIFICATE</w:t>
            </w:r>
          </w:p>
          <w:p w14:paraId="0A6F4F1C" w14:textId="4A04A52C" w:rsidR="00C945C9" w:rsidRPr="00DA230E" w:rsidRDefault="00C945C9" w:rsidP="00C945C9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COURSERA</w:t>
            </w:r>
            <w:r w:rsidR="007448C5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>- (SEO</w:t>
            </w:r>
            <w:r w:rsidR="00A53E2A">
              <w:rPr>
                <w:b/>
                <w:lang w:val="en-GB"/>
              </w:rPr>
              <w:t xml:space="preserve"> &amp; Google Data Analytics</w:t>
            </w:r>
            <w:r>
              <w:rPr>
                <w:b/>
                <w:lang w:val="en-GB"/>
              </w:rPr>
              <w:t>)</w:t>
            </w:r>
          </w:p>
          <w:p w14:paraId="6B3AA708" w14:textId="3F184A3B" w:rsidR="00C945C9" w:rsidRPr="00DA230E" w:rsidRDefault="00C945C9" w:rsidP="00C945C9">
            <w:pPr>
              <w:pStyle w:val="Date"/>
              <w:rPr>
                <w:lang w:val="en-GB"/>
              </w:rPr>
            </w:pPr>
            <w:r>
              <w:rPr>
                <w:lang w:val="en-GB"/>
              </w:rPr>
              <w:t>2023</w:t>
            </w:r>
          </w:p>
          <w:p w14:paraId="09CC17ED" w14:textId="41926CAC" w:rsidR="0034463E" w:rsidRDefault="00C945C9" w:rsidP="00036450">
            <w:pPr>
              <w:rPr>
                <w:lang w:val="en-GB" w:bidi="en-GB"/>
              </w:rPr>
            </w:pPr>
            <w:r>
              <w:rPr>
                <w:lang w:val="en-GB" w:bidi="en-GB"/>
              </w:rPr>
              <w:t xml:space="preserve">I </w:t>
            </w:r>
            <w:r w:rsidR="007448C5">
              <w:rPr>
                <w:lang w:val="en-GB" w:bidi="en-GB"/>
              </w:rPr>
              <w:t xml:space="preserve">am </w:t>
            </w:r>
            <w:r w:rsidR="0034463E">
              <w:rPr>
                <w:lang w:val="en-GB" w:bidi="en-GB"/>
              </w:rPr>
              <w:t>certified</w:t>
            </w:r>
            <w:r>
              <w:rPr>
                <w:lang w:val="en-GB" w:bidi="en-GB"/>
              </w:rPr>
              <w:t xml:space="preserve"> </w:t>
            </w:r>
            <w:r w:rsidR="00BC7A84">
              <w:rPr>
                <w:lang w:val="en-GB" w:bidi="en-GB"/>
              </w:rPr>
              <w:t>in</w:t>
            </w:r>
            <w:r w:rsidR="0034463E">
              <w:rPr>
                <w:lang w:val="en-GB" w:bidi="en-GB"/>
              </w:rPr>
              <w:t xml:space="preserve"> a beginner</w:t>
            </w:r>
            <w:r>
              <w:rPr>
                <w:lang w:val="en-GB" w:bidi="en-GB"/>
              </w:rPr>
              <w:t xml:space="preserve"> SEO course</w:t>
            </w:r>
            <w:r w:rsidR="00D872AA">
              <w:rPr>
                <w:lang w:val="en-GB" w:bidi="en-GB"/>
              </w:rPr>
              <w:t xml:space="preserve">, and also currently </w:t>
            </w:r>
            <w:r w:rsidR="003A4071">
              <w:rPr>
                <w:lang w:val="en-GB" w:bidi="en-GB"/>
              </w:rPr>
              <w:t>enroll</w:t>
            </w:r>
            <w:r w:rsidR="00D872AA">
              <w:rPr>
                <w:lang w:val="en-GB" w:bidi="en-GB"/>
              </w:rPr>
              <w:t xml:space="preserve"> in Google Data Analytics </w:t>
            </w:r>
          </w:p>
          <w:p w14:paraId="602A468C" w14:textId="77777777" w:rsidR="00866BD1" w:rsidRDefault="00866BD1" w:rsidP="00036450">
            <w:pPr>
              <w:rPr>
                <w:lang w:val="en-GB" w:bidi="en-GB"/>
              </w:rPr>
            </w:pPr>
          </w:p>
          <w:p w14:paraId="163039A2" w14:textId="11D2981B" w:rsidR="0034463E" w:rsidRPr="00DA230E" w:rsidRDefault="0034463E" w:rsidP="0034463E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Capital Degree College</w:t>
            </w:r>
            <w:r w:rsidR="007448C5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>- (DIT)</w:t>
            </w:r>
          </w:p>
          <w:p w14:paraId="531FAAC1" w14:textId="76AE85F9" w:rsidR="0034463E" w:rsidRPr="00DA230E" w:rsidRDefault="0034463E" w:rsidP="0034463E">
            <w:pPr>
              <w:pStyle w:val="Date"/>
              <w:rPr>
                <w:lang w:val="en-GB"/>
              </w:rPr>
            </w:pPr>
            <w:r>
              <w:rPr>
                <w:lang w:val="en-GB"/>
              </w:rPr>
              <w:t>2019-2020</w:t>
            </w:r>
          </w:p>
          <w:p w14:paraId="28F33B21" w14:textId="474B15AC" w:rsidR="0034463E" w:rsidRDefault="0034463E" w:rsidP="00036450">
            <w:pPr>
              <w:rPr>
                <w:lang w:val="en-GB" w:bidi="en-GB"/>
              </w:rPr>
            </w:pPr>
            <w:r>
              <w:rPr>
                <w:lang w:val="en-GB" w:bidi="en-GB"/>
              </w:rPr>
              <w:t xml:space="preserve">I am certified with a Diploma </w:t>
            </w:r>
            <w:r w:rsidR="00BC7A84">
              <w:rPr>
                <w:lang w:val="en-GB" w:bidi="en-GB"/>
              </w:rPr>
              <w:t>in</w:t>
            </w:r>
            <w:r>
              <w:rPr>
                <w:lang w:val="en-GB" w:bidi="en-GB"/>
              </w:rPr>
              <w:t xml:space="preserve"> Information Technology.</w:t>
            </w:r>
          </w:p>
          <w:p w14:paraId="7BE1BB37" w14:textId="77777777" w:rsidR="0034463E" w:rsidRDefault="0034463E" w:rsidP="0034463E">
            <w:pPr>
              <w:rPr>
                <w:b/>
                <w:lang w:val="en-GB"/>
              </w:rPr>
            </w:pPr>
          </w:p>
          <w:p w14:paraId="5BB233B9" w14:textId="1CAF72C4" w:rsidR="0034463E" w:rsidRPr="00DA230E" w:rsidRDefault="0034463E" w:rsidP="0034463E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National Freelancing Training Program</w:t>
            </w:r>
            <w:r w:rsidR="007448C5">
              <w:rPr>
                <w:b/>
                <w:lang w:val="en-GB"/>
              </w:rPr>
              <w:t xml:space="preserve"> - </w:t>
            </w:r>
            <w:r>
              <w:rPr>
                <w:b/>
                <w:lang w:val="en-GB"/>
              </w:rPr>
              <w:t>(SEO, Canva, Ads)</w:t>
            </w:r>
          </w:p>
          <w:p w14:paraId="5E772ECD" w14:textId="3D9782B7" w:rsidR="0034463E" w:rsidRPr="00DA230E" w:rsidRDefault="0034463E" w:rsidP="0034463E">
            <w:pPr>
              <w:pStyle w:val="Date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7448C5">
              <w:rPr>
                <w:lang w:val="en-GB"/>
              </w:rPr>
              <w:t>023</w:t>
            </w:r>
          </w:p>
          <w:p w14:paraId="5D37BFB9" w14:textId="54EC0B6E" w:rsidR="0034463E" w:rsidRPr="00DA230E" w:rsidRDefault="0034463E" w:rsidP="00036450">
            <w:pPr>
              <w:rPr>
                <w:lang w:val="en-GB" w:bidi="en-GB"/>
              </w:rPr>
            </w:pPr>
            <w:r>
              <w:rPr>
                <w:lang w:val="en-GB" w:bidi="en-GB"/>
              </w:rPr>
              <w:t xml:space="preserve">I am certified with a </w:t>
            </w:r>
            <w:r w:rsidR="007448C5">
              <w:rPr>
                <w:lang w:val="en-GB" w:bidi="en-GB"/>
              </w:rPr>
              <w:t>National Freelancing Training Program</w:t>
            </w:r>
            <w:r>
              <w:rPr>
                <w:lang w:val="en-GB" w:bidi="en-GB"/>
              </w:rPr>
              <w:t>.</w:t>
            </w:r>
          </w:p>
          <w:sdt>
            <w:sdtPr>
              <w:rPr>
                <w:lang w:val="en-GB"/>
              </w:rPr>
              <w:id w:val="1669594239"/>
              <w:placeholder>
                <w:docPart w:val="D9AE888BEECB472BA4D9734B89B9D5E9"/>
              </w:placeholder>
              <w:temporary/>
              <w:showingPlcHdr/>
              <w15:appearance w15:val="hidden"/>
            </w:sdtPr>
            <w:sdtEndPr/>
            <w:sdtContent>
              <w:p w14:paraId="7FE2EEB6" w14:textId="77777777" w:rsidR="00036450" w:rsidRPr="00DA230E" w:rsidRDefault="00180329" w:rsidP="00036450">
                <w:pPr>
                  <w:pStyle w:val="Heading2"/>
                  <w:rPr>
                    <w:lang w:val="en-GB"/>
                  </w:rPr>
                </w:pPr>
                <w:r w:rsidRPr="00DA230E">
                  <w:rPr>
                    <w:rStyle w:val="Heading2Char"/>
                    <w:b/>
                    <w:lang w:val="en-GB" w:bidi="en-GB"/>
                  </w:rPr>
                  <w:t>SKILLS</w:t>
                </w:r>
              </w:p>
            </w:sdtContent>
          </w:sdt>
          <w:p w14:paraId="3FECC550" w14:textId="77777777" w:rsidR="00036450" w:rsidRPr="00DA230E" w:rsidRDefault="00112054" w:rsidP="004D3011">
            <w:pPr>
              <w:rPr>
                <w:color w:val="FFFFFF" w:themeColor="background1"/>
                <w:lang w:val="en-GB"/>
              </w:rPr>
            </w:pPr>
            <w:r w:rsidRPr="00DA230E">
              <w:rPr>
                <w:noProof/>
                <w:color w:val="000000" w:themeColor="text1"/>
                <w:lang w:val="en-GB" w:bidi="en-GB"/>
              </w:rPr>
              <w:drawing>
                <wp:inline distT="0" distB="0" distL="0" distR="0" wp14:anchorId="0AAB8CD8" wp14:editId="37EDAC40">
                  <wp:extent cx="3686175" cy="1047750"/>
                  <wp:effectExtent l="0" t="0" r="9525" b="0"/>
                  <wp:docPr id="12" name="Chart 12" descr="skills chart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</w:tbl>
    <w:p w14:paraId="19EF7602" w14:textId="77777777" w:rsidR="0043117B" w:rsidRPr="00DA230E" w:rsidRDefault="00473DD5" w:rsidP="000C45FF">
      <w:pPr>
        <w:tabs>
          <w:tab w:val="left" w:pos="990"/>
        </w:tabs>
        <w:rPr>
          <w:lang w:val="en-GB"/>
        </w:rPr>
      </w:pPr>
    </w:p>
    <w:sectPr w:rsidR="0043117B" w:rsidRPr="00DA230E" w:rsidSect="00CD7668">
      <w:headerReference w:type="default" r:id="rId14"/>
      <w:pgSz w:w="11906" w:h="16838" w:code="9"/>
      <w:pgMar w:top="1418" w:right="680" w:bottom="720" w:left="720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9415" w14:textId="77777777" w:rsidR="000E6060" w:rsidRDefault="000E6060" w:rsidP="000C45FF">
      <w:r>
        <w:separator/>
      </w:r>
    </w:p>
  </w:endnote>
  <w:endnote w:type="continuationSeparator" w:id="0">
    <w:p w14:paraId="000E577C" w14:textId="77777777" w:rsidR="000E6060" w:rsidRDefault="000E6060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86BCD" w14:textId="77777777" w:rsidR="000E6060" w:rsidRDefault="000E6060" w:rsidP="000C45FF">
      <w:r>
        <w:separator/>
      </w:r>
    </w:p>
  </w:footnote>
  <w:footnote w:type="continuationSeparator" w:id="0">
    <w:p w14:paraId="691E17BD" w14:textId="77777777" w:rsidR="000E6060" w:rsidRDefault="000E6060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34F3" w14:textId="77777777" w:rsidR="000C45FF" w:rsidRDefault="000C45FF">
    <w:pPr>
      <w:pStyle w:val="Header"/>
    </w:pPr>
    <w:r>
      <w:rPr>
        <w:noProof/>
        <w:lang w:val="en-GB" w:bidi="en-GB"/>
      </w:rPr>
      <w:drawing>
        <wp:anchor distT="0" distB="0" distL="114300" distR="114300" simplePos="0" relativeHeight="251658240" behindDoc="1" locked="0" layoutInCell="1" allowOverlap="1" wp14:anchorId="0ADCF02F" wp14:editId="58F701E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22" name="Graphic 22" descr="decorative el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70ECB"/>
    <w:multiLevelType w:val="hybridMultilevel"/>
    <w:tmpl w:val="4774A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60A5A"/>
    <w:multiLevelType w:val="hybridMultilevel"/>
    <w:tmpl w:val="E214A2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01641"/>
    <w:multiLevelType w:val="hybridMultilevel"/>
    <w:tmpl w:val="D32842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3C359C"/>
    <w:multiLevelType w:val="hybridMultilevel"/>
    <w:tmpl w:val="AD4228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FE0F62"/>
    <w:multiLevelType w:val="hybridMultilevel"/>
    <w:tmpl w:val="C94613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F2385"/>
    <w:multiLevelType w:val="hybridMultilevel"/>
    <w:tmpl w:val="A4AAA8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592824">
    <w:abstractNumId w:val="5"/>
  </w:num>
  <w:num w:numId="2" w16cid:durableId="1825658566">
    <w:abstractNumId w:val="3"/>
  </w:num>
  <w:num w:numId="3" w16cid:durableId="296180089">
    <w:abstractNumId w:val="2"/>
  </w:num>
  <w:num w:numId="4" w16cid:durableId="1940749615">
    <w:abstractNumId w:val="4"/>
  </w:num>
  <w:num w:numId="5" w16cid:durableId="1807700317">
    <w:abstractNumId w:val="1"/>
  </w:num>
  <w:num w:numId="6" w16cid:durableId="560141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060"/>
    <w:rsid w:val="00036450"/>
    <w:rsid w:val="000A5264"/>
    <w:rsid w:val="000C45FF"/>
    <w:rsid w:val="000E3FD1"/>
    <w:rsid w:val="000E6060"/>
    <w:rsid w:val="000F0511"/>
    <w:rsid w:val="00112054"/>
    <w:rsid w:val="001525E1"/>
    <w:rsid w:val="00180329"/>
    <w:rsid w:val="0019001F"/>
    <w:rsid w:val="001A74A5"/>
    <w:rsid w:val="001B2ABD"/>
    <w:rsid w:val="001E0391"/>
    <w:rsid w:val="001E1759"/>
    <w:rsid w:val="001F1ECC"/>
    <w:rsid w:val="002400EB"/>
    <w:rsid w:val="00256CF7"/>
    <w:rsid w:val="002A7C55"/>
    <w:rsid w:val="0030481B"/>
    <w:rsid w:val="0034463E"/>
    <w:rsid w:val="0037121F"/>
    <w:rsid w:val="003A4071"/>
    <w:rsid w:val="004071FC"/>
    <w:rsid w:val="00445947"/>
    <w:rsid w:val="00455F8B"/>
    <w:rsid w:val="00473DD5"/>
    <w:rsid w:val="004813B3"/>
    <w:rsid w:val="00496591"/>
    <w:rsid w:val="004C63E4"/>
    <w:rsid w:val="004D3011"/>
    <w:rsid w:val="00500423"/>
    <w:rsid w:val="005262AC"/>
    <w:rsid w:val="005E39D5"/>
    <w:rsid w:val="00600670"/>
    <w:rsid w:val="0062123A"/>
    <w:rsid w:val="00624A7C"/>
    <w:rsid w:val="00646E75"/>
    <w:rsid w:val="006771D0"/>
    <w:rsid w:val="00713299"/>
    <w:rsid w:val="00715FCB"/>
    <w:rsid w:val="007323EA"/>
    <w:rsid w:val="00743101"/>
    <w:rsid w:val="007448C5"/>
    <w:rsid w:val="007867A0"/>
    <w:rsid w:val="007927F5"/>
    <w:rsid w:val="00802CA0"/>
    <w:rsid w:val="00866BD1"/>
    <w:rsid w:val="008E690C"/>
    <w:rsid w:val="009467F4"/>
    <w:rsid w:val="009742BE"/>
    <w:rsid w:val="009A016A"/>
    <w:rsid w:val="00A2118D"/>
    <w:rsid w:val="00A53E2A"/>
    <w:rsid w:val="00AC79E4"/>
    <w:rsid w:val="00AD76E2"/>
    <w:rsid w:val="00B20152"/>
    <w:rsid w:val="00B70850"/>
    <w:rsid w:val="00BA19C1"/>
    <w:rsid w:val="00BC7A84"/>
    <w:rsid w:val="00C066B6"/>
    <w:rsid w:val="00C37BA1"/>
    <w:rsid w:val="00C4674C"/>
    <w:rsid w:val="00C506CF"/>
    <w:rsid w:val="00C72BED"/>
    <w:rsid w:val="00C945C9"/>
    <w:rsid w:val="00C9578B"/>
    <w:rsid w:val="00CD7668"/>
    <w:rsid w:val="00D2522B"/>
    <w:rsid w:val="00D5459D"/>
    <w:rsid w:val="00D861A6"/>
    <w:rsid w:val="00D872AA"/>
    <w:rsid w:val="00DA230E"/>
    <w:rsid w:val="00DD172A"/>
    <w:rsid w:val="00E25A26"/>
    <w:rsid w:val="00E4381A"/>
    <w:rsid w:val="00E55D74"/>
    <w:rsid w:val="00F47056"/>
    <w:rsid w:val="00F60274"/>
    <w:rsid w:val="00F66609"/>
    <w:rsid w:val="00F77FB9"/>
    <w:rsid w:val="00FB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FDAA5F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default="1" w:styleId="Normal">
    <w:name w:val="Normal"/>
    <w:qFormat/>
    <w:rsid w:val="007448C5"/>
    <w:rPr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</w:style>
  <w:style w:type="character" w:customStyle="1" w:styleId="DateChar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C37BA1"/>
    <w:rPr>
      <w:color w:val="DD8047" w:themeColor="accent2"/>
      <w:u w:val="single"/>
    </w:rPr>
  </w:style>
  <w:style w:type="character" w:styleId="UnresolvedMention">
    <w:name w:val="Unresolved Mention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itleChar">
    <w:name w:val="Subtitle Char"/>
    <w:basedOn w:val="DefaultParagraphFont"/>
    <w:link w:val="Subtitle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paragraph" w:styleId="ListParagraph">
    <w:name w:val="List Paragraph"/>
    <w:basedOn w:val="Normal"/>
    <w:uiPriority w:val="34"/>
    <w:qFormat/>
    <w:rsid w:val="00C945C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323EA"/>
    <w:rPr>
      <w:color w:val="704404" w:themeColor="followed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A7C5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A7C55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2A7C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A7C5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A7C55"/>
    <w:rPr>
      <w:rFonts w:ascii="Arial" w:eastAsia="Times New Roman" w:hAnsi="Arial" w:cs="Arial"/>
      <w:vanish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3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2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4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hart" Target="charts/chart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linkedin.com/in/junaidkhan04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unaidseo04@gmail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naid%20Khan\AppData\Local\Microsoft\Office\16.0\DTS\en-GB%7bDEE66888-E254-4A72-AA5F-00C957A4AC9B%7d\%7b69C80E3F-8C61-44A7-874A-2EC70504FF02%7dtf00546271_win32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925087710892123"/>
          <c:y val="0"/>
          <c:w val="0.80138048159801523"/>
          <c:h val="0.9775551181102362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eparator>,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Skill #5</c:v>
                </c:pt>
                <c:pt idx="1">
                  <c:v>Skill #4</c:v>
                </c:pt>
                <c:pt idx="2">
                  <c:v>Skill #3</c:v>
                </c:pt>
                <c:pt idx="3">
                  <c:v>Skill #2</c:v>
                </c:pt>
                <c:pt idx="4">
                  <c:v>Skill #1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0.5</c:v>
                </c:pt>
                <c:pt idx="1">
                  <c:v>1</c:v>
                </c:pt>
                <c:pt idx="2">
                  <c:v>0.25</c:v>
                </c:pt>
                <c:pt idx="3">
                  <c:v>0.75</c:v>
                </c:pt>
                <c:pt idx="4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5CC-44A2-8B79-365C2E919E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10551375"/>
        <c:crosses val="autoZero"/>
        <c:auto val="1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D58EF2661684BDCB0C47F23FCEFF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07C673-FC79-4BB4-90CB-2D04F42F2A52}"/>
      </w:docPartPr>
      <w:docPartBody>
        <w:p w:rsidR="005E07EF" w:rsidRDefault="003754FF">
          <w:pPr>
            <w:pStyle w:val="FD58EF2661684BDCB0C47F23FCEFFE2D"/>
          </w:pPr>
          <w:r w:rsidRPr="00DA230E">
            <w:rPr>
              <w:lang w:bidi="en-GB"/>
            </w:rPr>
            <w:t>Profile</w:t>
          </w:r>
        </w:p>
      </w:docPartBody>
    </w:docPart>
    <w:docPart>
      <w:docPartPr>
        <w:name w:val="E8364DA93BD542AFA3A6C7B5B2AB3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54C74-5848-497F-BBD6-784D8E0221D7}"/>
      </w:docPartPr>
      <w:docPartBody>
        <w:p w:rsidR="005E07EF" w:rsidRDefault="003754FF">
          <w:pPr>
            <w:pStyle w:val="E8364DA93BD542AFA3A6C7B5B2AB3D09"/>
          </w:pPr>
          <w:r w:rsidRPr="00DA230E">
            <w:rPr>
              <w:lang w:bidi="en-GB"/>
            </w:rPr>
            <w:t>CONTACT</w:t>
          </w:r>
        </w:p>
      </w:docPartBody>
    </w:docPart>
    <w:docPart>
      <w:docPartPr>
        <w:name w:val="623E0E2230944882BF225D08009F4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D4726-E66D-4EF6-8769-1338A6A00CB3}"/>
      </w:docPartPr>
      <w:docPartBody>
        <w:p w:rsidR="005E07EF" w:rsidRDefault="003754FF">
          <w:pPr>
            <w:pStyle w:val="623E0E2230944882BF225D08009F4557"/>
          </w:pPr>
          <w:r w:rsidRPr="00DA230E">
            <w:rPr>
              <w:lang w:bidi="en-GB"/>
            </w:rPr>
            <w:t>EMAIL ADDRESS:</w:t>
          </w:r>
        </w:p>
      </w:docPartBody>
    </w:docPart>
    <w:docPart>
      <w:docPartPr>
        <w:name w:val="56C649B4B9944DFC9CBAC4B6A3AF4F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8C2436-5717-4AB3-9A41-CAE74CBF2DD6}"/>
      </w:docPartPr>
      <w:docPartBody>
        <w:p w:rsidR="005E07EF" w:rsidRDefault="003754FF">
          <w:pPr>
            <w:pStyle w:val="56C649B4B9944DFC9CBAC4B6A3AF4F50"/>
          </w:pPr>
          <w:r w:rsidRPr="00DA230E">
            <w:rPr>
              <w:lang w:bidi="en-GB"/>
            </w:rPr>
            <w:t>EDUCATION</w:t>
          </w:r>
        </w:p>
      </w:docPartBody>
    </w:docPart>
    <w:docPart>
      <w:docPartPr>
        <w:name w:val="D69607ACBBA449FE9C457BD284C434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A9E08-C6AD-43EB-9509-11BD4D82C4EB}"/>
      </w:docPartPr>
      <w:docPartBody>
        <w:p w:rsidR="005E07EF" w:rsidRDefault="003754FF">
          <w:pPr>
            <w:pStyle w:val="D69607ACBBA449FE9C457BD284C43458"/>
          </w:pPr>
          <w:r w:rsidRPr="00DA230E">
            <w:rPr>
              <w:lang w:bidi="en-GB"/>
            </w:rPr>
            <w:t>WORK EXPERIENCE</w:t>
          </w:r>
        </w:p>
      </w:docPartBody>
    </w:docPart>
    <w:docPart>
      <w:docPartPr>
        <w:name w:val="D9AE888BEECB472BA4D9734B89B9D5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3542-3E93-4BE5-B8E5-67BA84055488}"/>
      </w:docPartPr>
      <w:docPartBody>
        <w:p w:rsidR="005E07EF" w:rsidRDefault="003754FF">
          <w:pPr>
            <w:pStyle w:val="D9AE888BEECB472BA4D9734B89B9D5E9"/>
          </w:pPr>
          <w:r w:rsidRPr="00DA230E">
            <w:rPr>
              <w:rStyle w:val="Heading2Char"/>
              <w:lang w:bidi="en-GB"/>
            </w:rPr>
            <w:t>SKILLS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FF"/>
    <w:rsid w:val="003754FF"/>
    <w:rsid w:val="005E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kern w:val="0"/>
      <w:szCs w:val="26"/>
      <w:lang w:val="en-US" w:eastAsia="ja-JP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D58EF2661684BDCB0C47F23FCEFFE2D">
    <w:name w:val="FD58EF2661684BDCB0C47F23FCEFFE2D"/>
  </w:style>
  <w:style w:type="paragraph" w:customStyle="1" w:styleId="E8364DA93BD542AFA3A6C7B5B2AB3D09">
    <w:name w:val="E8364DA93BD542AFA3A6C7B5B2AB3D09"/>
  </w:style>
  <w:style w:type="paragraph" w:customStyle="1" w:styleId="623E0E2230944882BF225D08009F4557">
    <w:name w:val="623E0E2230944882BF225D08009F4557"/>
  </w:style>
  <w:style w:type="character" w:styleId="Hyperlink">
    <w:name w:val="Hyperlink"/>
    <w:basedOn w:val="DefaultParagraphFont"/>
    <w:uiPriority w:val="99"/>
    <w:unhideWhenUsed/>
    <w:rPr>
      <w:color w:val="ED7D31" w:themeColor="accent2"/>
      <w:u w:val="single"/>
    </w:rPr>
  </w:style>
  <w:style w:type="paragraph" w:customStyle="1" w:styleId="56C649B4B9944DFC9CBAC4B6A3AF4F50">
    <w:name w:val="56C649B4B9944DFC9CBAC4B6A3AF4F50"/>
  </w:style>
  <w:style w:type="paragraph" w:customStyle="1" w:styleId="D69607ACBBA449FE9C457BD284C43458">
    <w:name w:val="D69607ACBBA449FE9C457BD284C43458"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aps/>
      <w:kern w:val="0"/>
      <w:szCs w:val="26"/>
      <w:lang w:val="en-US" w:eastAsia="ja-JP"/>
      <w14:ligatures w14:val="none"/>
    </w:rPr>
  </w:style>
  <w:style w:type="paragraph" w:customStyle="1" w:styleId="D9AE888BEECB472BA4D9734B89B9D5E9">
    <w:name w:val="D9AE888BEECB472BA4D9734B89B9D5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F203D5F-FF77-45BF-9727-5429B6F41A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06993A-BF58-4B83-9D02-A22431F3C3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AD815F-B2F8-422F-9315-93019FF4975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{69C80E3F-8C61-44A7-874A-2EC70504FF02}tf00546271_win32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2023-05-12T12:05:00Z</dcterms:created>
  <dcterms:modified xsi:type="dcterms:W3CDTF">2023-05-12T14:10:00Z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  <property fmtid="{D5CDD505-2E9C-101B-9397-08002B2CF9AE}" pid="3" name="GrammarlyDocumentId">
    <vt:lpwstr>0e366468-557a-4fa0-badd-799e98e4feb4</vt:lpwstr>
  </property>
</Properties>
</file>